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86CE5" w:rsidRPr="00C86CE5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86CE5" w:rsidRPr="00A318C5" w:rsidRDefault="00DF5A60" w:rsidP="00C86CE5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végétarien/ne</w:t>
            </w:r>
          </w:p>
        </w:tc>
        <w:tc>
          <w:tcPr>
            <w:tcW w:w="5040" w:type="dxa"/>
            <w:vAlign w:val="center"/>
          </w:tcPr>
          <w:p w:rsidR="00DF5A60" w:rsidRDefault="00DF5A60" w:rsidP="00C86CE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allergique aux</w:t>
            </w:r>
          </w:p>
          <w:p w:rsidR="00C86CE5" w:rsidRPr="00A318C5" w:rsidRDefault="00DF5A60" w:rsidP="00C86CE5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 fruits de mer</w:t>
            </w:r>
          </w:p>
        </w:tc>
      </w:tr>
      <w:tr w:rsidR="00C86CE5" w:rsidRPr="00C86CE5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86CE5" w:rsidRDefault="00DF5A60" w:rsidP="00C86CE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intolérant/e</w:t>
            </w:r>
          </w:p>
          <w:p w:rsidR="00DF5A60" w:rsidRPr="00A318C5" w:rsidRDefault="00DF5A60" w:rsidP="00C86CE5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au lactose</w:t>
            </w:r>
          </w:p>
        </w:tc>
        <w:tc>
          <w:tcPr>
            <w:tcW w:w="5040" w:type="dxa"/>
            <w:vAlign w:val="center"/>
          </w:tcPr>
          <w:p w:rsidR="00C86CE5" w:rsidRDefault="00DF5A60" w:rsidP="00C86CE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intolérant</w:t>
            </w:r>
          </w:p>
          <w:p w:rsidR="00DF5A60" w:rsidRPr="00A318C5" w:rsidRDefault="00DF5A60" w:rsidP="00C86CE5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au gluten</w:t>
            </w:r>
          </w:p>
        </w:tc>
      </w:tr>
      <w:tr w:rsidR="00C86CE5" w:rsidRPr="00C86CE5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86CE5" w:rsidRPr="00A318C5" w:rsidRDefault="00DF5A60" w:rsidP="00C86CE5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pas d’allergies</w:t>
            </w:r>
          </w:p>
        </w:tc>
        <w:tc>
          <w:tcPr>
            <w:tcW w:w="5040" w:type="dxa"/>
            <w:vAlign w:val="center"/>
          </w:tcPr>
          <w:p w:rsidR="00C86CE5" w:rsidRDefault="00DF5A60" w:rsidP="00C86CE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allergique</w:t>
            </w:r>
          </w:p>
          <w:p w:rsidR="00DF5A60" w:rsidRPr="00A318C5" w:rsidRDefault="00DF5A60" w:rsidP="00C86CE5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aux œufs</w:t>
            </w:r>
          </w:p>
        </w:tc>
      </w:tr>
      <w:tr w:rsidR="00C86CE5" w:rsidRPr="00C86CE5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86CE5" w:rsidRPr="00A318C5" w:rsidRDefault="00DF5A60" w:rsidP="00C86CE5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végétarien/ne</w:t>
            </w:r>
          </w:p>
        </w:tc>
        <w:tc>
          <w:tcPr>
            <w:tcW w:w="5040" w:type="dxa"/>
            <w:vAlign w:val="center"/>
          </w:tcPr>
          <w:p w:rsidR="00C86CE5" w:rsidRDefault="00DF5A60" w:rsidP="00C86CE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intolérant</w:t>
            </w:r>
          </w:p>
          <w:p w:rsidR="00DF5A60" w:rsidRPr="00A318C5" w:rsidRDefault="00DF5A60" w:rsidP="00C86CE5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au lactose</w:t>
            </w:r>
          </w:p>
        </w:tc>
      </w:tr>
      <w:tr w:rsidR="00C86CE5" w:rsidRPr="00C86CE5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86CE5" w:rsidRDefault="00DF5A60" w:rsidP="00C86CE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intolérant</w:t>
            </w:r>
          </w:p>
          <w:p w:rsidR="00DF5A60" w:rsidRPr="00A318C5" w:rsidRDefault="00DF5A60" w:rsidP="00C86CE5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au gluten</w:t>
            </w:r>
          </w:p>
        </w:tc>
        <w:tc>
          <w:tcPr>
            <w:tcW w:w="5040" w:type="dxa"/>
            <w:vAlign w:val="center"/>
          </w:tcPr>
          <w:p w:rsidR="00C86CE5" w:rsidRPr="00A318C5" w:rsidRDefault="00DF5A60" w:rsidP="00C86CE5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pas d’allergies</w:t>
            </w:r>
            <w:bookmarkStart w:id="0" w:name="_GoBack"/>
            <w:bookmarkEnd w:id="0"/>
          </w:p>
        </w:tc>
      </w:tr>
    </w:tbl>
    <w:p w:rsidR="000B3499" w:rsidRPr="00C86CE5" w:rsidRDefault="000B3499" w:rsidP="00C86CE5">
      <w:pPr>
        <w:jc w:val="center"/>
        <w:rPr>
          <w:rFonts w:ascii="Arial" w:hAnsi="Arial" w:cs="Arial"/>
          <w:b/>
          <w:vanish/>
          <w:sz w:val="40"/>
          <w:szCs w:val="40"/>
          <w:lang w:val="fr-FR"/>
        </w:rPr>
      </w:pPr>
    </w:p>
    <w:sectPr w:rsidR="000B3499" w:rsidRPr="00C86CE5" w:rsidSect="00C86CE5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60"/>
    <w:rsid w:val="000B3499"/>
    <w:rsid w:val="00200F3A"/>
    <w:rsid w:val="00A318C5"/>
    <w:rsid w:val="00B95FCD"/>
    <w:rsid w:val="00C83243"/>
    <w:rsid w:val="00C86CE5"/>
    <w:rsid w:val="00DF5A60"/>
    <w:rsid w:val="00E4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47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786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47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786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smith:Documents:05%20-%20Ludlowe:04%20-%20Templates:Card%20Template%20-%20B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Card Template - Better.dotx</Template>
  <TotalTime>5</TotalTime>
  <Pages>1</Pages>
  <Words>30</Words>
  <Characters>174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 pas prendre la voiture</vt:lpstr>
    </vt:vector>
  </TitlesOfParts>
  <Company>FPS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 pas prendre la voiture</dc:title>
  <dc:creator>Edouard Smith</dc:creator>
  <cp:lastModifiedBy>Edouard Smith</cp:lastModifiedBy>
  <cp:revision>1</cp:revision>
  <cp:lastPrinted>2011-12-19T11:58:00Z</cp:lastPrinted>
  <dcterms:created xsi:type="dcterms:W3CDTF">2013-12-11T23:59:00Z</dcterms:created>
  <dcterms:modified xsi:type="dcterms:W3CDTF">2013-12-12T00:06:00Z</dcterms:modified>
</cp:coreProperties>
</file>